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2C" w:rsidRPr="00F62AEE" w:rsidRDefault="006B308D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F62AEE">
        <w:rPr>
          <w:rFonts w:ascii="方正小标宋简体" w:eastAsia="方正小标宋简体" w:hAnsi="华文中宋" w:hint="eastAsia"/>
          <w:sz w:val="44"/>
          <w:szCs w:val="44"/>
        </w:rPr>
        <w:t>常州工学院</w:t>
      </w:r>
      <w:r w:rsidR="00476B56" w:rsidRPr="00F62AEE">
        <w:rPr>
          <w:rFonts w:ascii="方正小标宋简体" w:eastAsia="方正小标宋简体" w:hAnsi="华文中宋" w:hint="eastAsia"/>
          <w:sz w:val="44"/>
          <w:szCs w:val="44"/>
        </w:rPr>
        <w:t>团员组织关系介绍信</w:t>
      </w:r>
    </w:p>
    <w:p w:rsidR="006B308D" w:rsidRDefault="006B308D">
      <w:pPr>
        <w:jc w:val="center"/>
        <w:rPr>
          <w:rFonts w:ascii="华文中宋" w:eastAsia="华文中宋" w:hAnsi="华文中宋"/>
          <w:sz w:val="32"/>
          <w:szCs w:val="32"/>
        </w:rPr>
      </w:pPr>
    </w:p>
    <w:p w:rsidR="00813C2C" w:rsidRPr="00396832" w:rsidRDefault="006B308D">
      <w:pPr>
        <w:jc w:val="center"/>
        <w:rPr>
          <w:rFonts w:ascii="方正小标宋简体" w:eastAsia="方正小标宋简体" w:hAnsi="华文中宋"/>
          <w:sz w:val="32"/>
          <w:szCs w:val="32"/>
        </w:rPr>
      </w:pPr>
      <w:r w:rsidRPr="00396832">
        <w:rPr>
          <w:rFonts w:ascii="方正小标宋简体" w:eastAsia="方正小标宋简体" w:hAnsi="华文中宋" w:hint="eastAsia"/>
          <w:sz w:val="32"/>
          <w:szCs w:val="32"/>
        </w:rPr>
        <w:t>中国共产主义青年团团员组织关系</w:t>
      </w:r>
      <w:r w:rsidR="00476B56" w:rsidRPr="00396832">
        <w:rPr>
          <w:rFonts w:ascii="方正小标宋简体" w:eastAsia="方正小标宋简体" w:hAnsi="华文中宋" w:hint="eastAsia"/>
          <w:sz w:val="32"/>
          <w:szCs w:val="32"/>
        </w:rPr>
        <w:t>介绍信（存根）</w:t>
      </w:r>
    </w:p>
    <w:p w:rsidR="00813C2C" w:rsidRDefault="00476B56">
      <w:pPr>
        <w:rPr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E8E0DA" wp14:editId="7F06D61F">
                <wp:simplePos x="0" y="0"/>
                <wp:positionH relativeFrom="column">
                  <wp:posOffset>3524250</wp:posOffset>
                </wp:positionH>
                <wp:positionV relativeFrom="paragraph">
                  <wp:posOffset>175260</wp:posOffset>
                </wp:positionV>
                <wp:extent cx="1885950" cy="419100"/>
                <wp:effectExtent l="0" t="0" r="0" b="0"/>
                <wp:wrapNone/>
                <wp:docPr id="13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13C2C" w:rsidRPr="00396832" w:rsidRDefault="00476B56">
                            <w:pPr>
                              <w:rPr>
                                <w:rFonts w:ascii="仿宋_GB2312" w:eastAsia="仿宋_GB2312" w:hAnsi="华文中宋"/>
                                <w:b/>
                                <w:sz w:val="32"/>
                                <w:szCs w:val="32"/>
                              </w:rPr>
                            </w:pPr>
                            <w:r w:rsidRPr="00396832">
                              <w:rPr>
                                <w:rFonts w:ascii="仿宋_GB2312" w:eastAsia="仿宋_GB2312" w:hAnsi="华文中宋" w:hint="eastAsia"/>
                                <w:sz w:val="32"/>
                                <w:szCs w:val="32"/>
                              </w:rPr>
                              <w:t>第</w:t>
                            </w:r>
                            <w:r w:rsidR="004429F9">
                              <w:rPr>
                                <w:rFonts w:ascii="仿宋_GB2312" w:eastAsia="仿宋_GB2312" w:hAnsi="华文中宋" w:hint="eastAsia"/>
                                <w:b/>
                                <w:sz w:val="32"/>
                                <w:szCs w:val="32"/>
                              </w:rPr>
                              <w:t>2021</w:t>
                            </w:r>
                            <w:r w:rsidRPr="00396832">
                              <w:rPr>
                                <w:rFonts w:ascii="仿宋_GB2312" w:eastAsia="仿宋_GB2312" w:hAnsi="华文中宋" w:hint="eastAsia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4429F9">
                              <w:rPr>
                                <w:rFonts w:ascii="仿宋_GB2312" w:eastAsia="仿宋_GB2312" w:hAnsi="华文中宋" w:hint="eastAsia"/>
                                <w:b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396832">
                              <w:rPr>
                                <w:rFonts w:ascii="仿宋_GB2312" w:eastAsia="仿宋_GB2312" w:hAnsi="华文中宋" w:hint="eastAsia"/>
                                <w:sz w:val="32"/>
                                <w:szCs w:val="32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3" o:spid="_x0000_s1026" type="#_x0000_t202" style="position:absolute;left:0;text-align:left;margin-left:277.5pt;margin-top:13.8pt;width:148.5pt;height:33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" stroked="f">
                <v:textbox>
                  <w:txbxContent>
                    <w:p w:rsidR="00813C2C" w:rsidRPr="00396832" w:rsidRDefault="00476B56">
                      <w:pPr>
                        <w:rPr>
                          <w:rFonts w:ascii="仿宋_GB2312" w:eastAsia="仿宋_GB2312" w:hAnsi="华文中宋"/>
                          <w:b/>
                          <w:sz w:val="32"/>
                          <w:szCs w:val="32"/>
                        </w:rPr>
                      </w:pPr>
                      <w:r w:rsidRPr="00396832">
                        <w:rPr>
                          <w:rFonts w:ascii="仿宋_GB2312" w:eastAsia="仿宋_GB2312" w:hAnsi="华文中宋" w:hint="eastAsia"/>
                          <w:sz w:val="32"/>
                          <w:szCs w:val="32"/>
                        </w:rPr>
                        <w:t>第</w:t>
                      </w:r>
                      <w:r w:rsidR="004429F9">
                        <w:rPr>
                          <w:rFonts w:ascii="仿宋_GB2312" w:eastAsia="仿宋_GB2312" w:hAnsi="华文中宋" w:hint="eastAsia"/>
                          <w:b/>
                          <w:sz w:val="32"/>
                          <w:szCs w:val="32"/>
                        </w:rPr>
                        <w:t>2021</w:t>
                      </w:r>
                      <w:r w:rsidRPr="00396832">
                        <w:rPr>
                          <w:rFonts w:ascii="仿宋_GB2312" w:eastAsia="仿宋_GB2312" w:hAnsi="华文中宋" w:hint="eastAsia"/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="004429F9">
                        <w:rPr>
                          <w:rFonts w:ascii="仿宋_GB2312" w:eastAsia="仿宋_GB2312" w:hAnsi="华文中宋" w:hint="eastAsia"/>
                          <w:b/>
                          <w:sz w:val="32"/>
                          <w:szCs w:val="32"/>
                        </w:rPr>
                        <w:t xml:space="preserve">     </w:t>
                      </w:r>
                      <w:r w:rsidRPr="00396832">
                        <w:rPr>
                          <w:rFonts w:ascii="仿宋_GB2312" w:eastAsia="仿宋_GB2312" w:hAnsi="华文中宋" w:hint="eastAsia"/>
                          <w:sz w:val="32"/>
                          <w:szCs w:val="32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6B308D"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45155AD" wp14:editId="7F50B5C5">
                <wp:simplePos x="0" y="0"/>
                <wp:positionH relativeFrom="column">
                  <wp:posOffset>-123826</wp:posOffset>
                </wp:positionH>
                <wp:positionV relativeFrom="paragraph">
                  <wp:posOffset>87630</wp:posOffset>
                </wp:positionV>
                <wp:extent cx="5762625" cy="2419350"/>
                <wp:effectExtent l="0" t="0" r="28575" b="1905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813C2C" w:rsidRDefault="00813C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id="文本框 14" o:spid="_x0000_s1027" type="#_x0000_t202" style="position:absolute;left:0;text-align:left;margin-left:-9.75pt;margin-top:6.9pt;width:453.75pt;height:190.5pt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">
                <v:textbox>
                  <w:txbxContent>
                    <w:p w:rsidR="00813C2C" w:rsidRDefault="00813C2C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5A444C" wp14:editId="5FFAE981">
                <wp:simplePos x="0" y="0"/>
                <wp:positionH relativeFrom="column">
                  <wp:posOffset>-112395</wp:posOffset>
                </wp:positionH>
                <wp:positionV relativeFrom="paragraph">
                  <wp:posOffset>299085</wp:posOffset>
                </wp:positionV>
                <wp:extent cx="571500" cy="1981200"/>
                <wp:effectExtent l="0" t="0" r="0" b="0"/>
                <wp:wrapNone/>
                <wp:docPr id="12" name="文本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13C2C" w:rsidRPr="00396832" w:rsidRDefault="00476B56">
                            <w:pPr>
                              <w:jc w:val="distribute"/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 w:rsidRPr="00396832">
                              <w:rPr>
                                <w:rFonts w:ascii="仿宋_GB2312" w:eastAsia="仿宋_GB2312" w:hint="eastAsia"/>
                                <w:sz w:val="32"/>
                                <w:szCs w:val="32"/>
                              </w:rPr>
                              <w:t>团员介绍信存根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8" type="#_x0000_t202" style="position:absolute;left:0;text-align:left;margin-left:-8.85pt;margin-top:23.55pt;width:45pt;height:15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" stroked="f">
                <v:textbox style="layout-flow:vertical-ideographic">
                  <w:txbxContent>
                    <w:p w:rsidR="00813C2C" w:rsidRPr="00396832" w:rsidRDefault="00476B56">
                      <w:pPr>
                        <w:jc w:val="distribute"/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</w:pPr>
                      <w:r w:rsidRPr="00396832"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  <w:t>团员介绍信存根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7DCE829" wp14:editId="30C32EC2">
                <wp:simplePos x="0" y="0"/>
                <wp:positionH relativeFrom="column">
                  <wp:posOffset>457200</wp:posOffset>
                </wp:positionH>
                <wp:positionV relativeFrom="paragraph">
                  <wp:posOffset>99060</wp:posOffset>
                </wp:positionV>
                <wp:extent cx="0" cy="2419350"/>
                <wp:effectExtent l="4445" t="0" r="14605" b="0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19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B7128E9" id="直接连接符 15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pt,7.8pt" to="36pt,1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"/>
            </w:pict>
          </mc:Fallback>
        </mc:AlternateContent>
      </w:r>
    </w:p>
    <w:p w:rsidR="00813C2C" w:rsidRDefault="00476B56">
      <w:pPr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5955A" wp14:editId="649F8578">
                <wp:simplePos x="0" y="0"/>
                <wp:positionH relativeFrom="column">
                  <wp:posOffset>619125</wp:posOffset>
                </wp:positionH>
                <wp:positionV relativeFrom="paragraph">
                  <wp:posOffset>196215</wp:posOffset>
                </wp:positionV>
                <wp:extent cx="4648200" cy="1783080"/>
                <wp:effectExtent l="0" t="0" r="0" b="762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178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13C2C" w:rsidRPr="004A63B3" w:rsidRDefault="00D26C1C">
                            <w:pPr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3B3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  <w:u w:val="single"/>
                              </w:rPr>
                              <w:t>（</w:t>
                            </w:r>
                            <w:r w:rsidR="00476B56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学院名称</w:t>
                            </w:r>
                            <w:r w:rsidR="00476B56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+</w:t>
                            </w:r>
                            <w:r w:rsidR="00476B56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团支部名称</w:t>
                            </w:r>
                            <w:r w:rsid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+</w:t>
                            </w:r>
                            <w:r w:rsidR="00476B56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姓名</w:t>
                            </w:r>
                            <w:r w:rsidRPr="004A63B3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  <w:u w:val="single"/>
                              </w:rPr>
                              <w:t>）</w:t>
                            </w:r>
                            <w:r w:rsidR="00476B56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 w:rsidR="004A63B3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  <w:r w:rsidR="004429F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4A63B3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396832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同志系共青</w:t>
                            </w:r>
                            <w:r w:rsidR="00476B56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团员</w:t>
                            </w:r>
                            <w:r w:rsidR="00C23C90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，</w:t>
                            </w:r>
                            <w:r w:rsidR="00476B56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由</w:t>
                            </w:r>
                            <w:r w:rsidR="009229C7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9229C7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常州工学院</w:t>
                            </w:r>
                            <w:r w:rsidR="00A27854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9229C7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转到</w:t>
                            </w:r>
                            <w:r w:rsidR="009229C7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</w:t>
                            </w:r>
                          </w:p>
                          <w:p w:rsidR="00813C2C" w:rsidRPr="004A63B3" w:rsidRDefault="00476B56">
                            <w:pPr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</w:t>
                            </w:r>
                            <w:r w:rsidR="009229C7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813C2C" w:rsidRPr="0021557F" w:rsidRDefault="00476B56" w:rsidP="004A63B3">
                            <w:pPr>
                              <w:jc w:val="right"/>
                              <w:rPr>
                                <w:rFonts w:ascii="Times New Roman" w:eastAsia="仿宋_GB2312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20</w:t>
                            </w:r>
                            <w:r w:rsidR="00396832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="0021557F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  <w:r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年</w:t>
                            </w:r>
                            <w:r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B308D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  <w:r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月</w:t>
                            </w:r>
                            <w:r w:rsidR="0025365E"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4A63B3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11" o:spid="_x0000_s1029" type="#_x0000_t202" style="position:absolute;left:0;text-align:left;margin-left:48.75pt;margin-top:15.45pt;width:366pt;height:140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" stroked="f">
                <v:textbox>
                  <w:txbxContent>
                    <w:p w:rsidR="00813C2C" w:rsidRPr="004A63B3" w:rsidRDefault="00D26C1C">
                      <w:pPr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4A63B3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  <w:u w:val="single"/>
                        </w:rPr>
                        <w:t>（</w:t>
                      </w:r>
                      <w:r w:rsidR="00476B56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学院名称</w:t>
                      </w:r>
                      <w:r w:rsidR="00476B56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+</w:t>
                      </w:r>
                      <w:r w:rsidR="00476B56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团支部名称</w:t>
                      </w:r>
                      <w:r w:rsid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+</w:t>
                      </w:r>
                      <w:r w:rsidR="00476B56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姓名</w:t>
                      </w:r>
                      <w:r w:rsidRPr="004A63B3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  <w:u w:val="single"/>
                        </w:rPr>
                        <w:t>）</w:t>
                      </w:r>
                      <w:r w:rsidR="00476B56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 </w:t>
                      </w:r>
                      <w:r w:rsidR="004A63B3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  <w:r w:rsidR="004429F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4A63B3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396832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同志系共青</w:t>
                      </w:r>
                      <w:r w:rsidR="00476B56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团员</w:t>
                      </w:r>
                      <w:r w:rsidR="00C23C90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，</w:t>
                      </w:r>
                      <w:r w:rsidR="00476B56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由</w:t>
                      </w:r>
                      <w:r w:rsidR="009229C7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9229C7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常州工学院</w:t>
                      </w:r>
                      <w:r w:rsidR="00A27854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9229C7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转到</w:t>
                      </w:r>
                      <w:r w:rsidR="009229C7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                       </w:t>
                      </w:r>
                    </w:p>
                    <w:p w:rsidR="00813C2C" w:rsidRPr="004A63B3" w:rsidRDefault="00476B56">
                      <w:pPr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                       </w:t>
                      </w:r>
                      <w:r w:rsidR="009229C7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。</w:t>
                      </w:r>
                    </w:p>
                    <w:p w:rsidR="00813C2C" w:rsidRPr="0021557F" w:rsidRDefault="00476B56" w:rsidP="004A63B3">
                      <w:pPr>
                        <w:jc w:val="right"/>
                        <w:rPr>
                          <w:rFonts w:ascii="Times New Roman" w:eastAsia="仿宋_GB2312" w:hAnsi="Times New Roman" w:cs="Times New Roman"/>
                          <w:sz w:val="32"/>
                          <w:szCs w:val="32"/>
                        </w:rPr>
                      </w:pPr>
                      <w:r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20</w:t>
                      </w:r>
                      <w:r w:rsidR="00396832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2</w:t>
                      </w:r>
                      <w:r w:rsidR="0021557F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1</w:t>
                      </w:r>
                      <w:r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年</w:t>
                      </w:r>
                      <w:r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6B308D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6</w:t>
                      </w:r>
                      <w:r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月</w:t>
                      </w:r>
                      <w:r w:rsidR="0025365E"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4A63B3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:rsidR="00813C2C" w:rsidRDefault="00813C2C">
      <w:pPr>
        <w:rPr>
          <w:sz w:val="32"/>
          <w:szCs w:val="32"/>
        </w:rPr>
      </w:pPr>
    </w:p>
    <w:p w:rsidR="00813C2C" w:rsidRDefault="00813C2C">
      <w:pPr>
        <w:rPr>
          <w:sz w:val="32"/>
          <w:szCs w:val="32"/>
        </w:rPr>
      </w:pPr>
    </w:p>
    <w:p w:rsidR="00813C2C" w:rsidRDefault="00813C2C">
      <w:pPr>
        <w:rPr>
          <w:sz w:val="32"/>
          <w:szCs w:val="32"/>
        </w:rPr>
      </w:pPr>
    </w:p>
    <w:p w:rsidR="00813C2C" w:rsidRDefault="00813C2C">
      <w:pPr>
        <w:spacing w:beforeLines="50" w:before="156" w:afterLines="50" w:after="156"/>
        <w:rPr>
          <w:sz w:val="32"/>
          <w:szCs w:val="32"/>
        </w:rPr>
      </w:pPr>
    </w:p>
    <w:p w:rsidR="00813C2C" w:rsidRDefault="00476B5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……</w:t>
      </w:r>
      <w:proofErr w:type="gramStart"/>
      <w:r>
        <w:rPr>
          <w:rFonts w:hint="eastAsia"/>
          <w:sz w:val="32"/>
          <w:szCs w:val="32"/>
        </w:rPr>
        <w:t>……………………………………………………………</w:t>
      </w:r>
      <w:proofErr w:type="gramEnd"/>
    </w:p>
    <w:p w:rsidR="00813C2C" w:rsidRPr="00F62AEE" w:rsidRDefault="006B308D">
      <w:pPr>
        <w:jc w:val="center"/>
        <w:rPr>
          <w:rFonts w:ascii="方正小标宋简体" w:eastAsia="方正小标宋简体" w:hAnsi="华文中宋"/>
          <w:sz w:val="32"/>
          <w:szCs w:val="32"/>
        </w:rPr>
      </w:pPr>
      <w:r w:rsidRPr="00F62AEE">
        <w:rPr>
          <w:rFonts w:ascii="方正小标宋简体" w:eastAsia="方正小标宋简体" w:hAnsi="华文中宋" w:hint="eastAsia"/>
          <w:sz w:val="32"/>
          <w:szCs w:val="32"/>
        </w:rPr>
        <w:t>中国共产主义青年团团员组织关系介绍信</w:t>
      </w:r>
    </w:p>
    <w:p w:rsidR="00813C2C" w:rsidRDefault="004429F9">
      <w:pPr>
        <w:rPr>
          <w:sz w:val="44"/>
          <w:szCs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C9005B" wp14:editId="121F6765">
                <wp:simplePos x="0" y="0"/>
                <wp:positionH relativeFrom="column">
                  <wp:posOffset>3667125</wp:posOffset>
                </wp:positionH>
                <wp:positionV relativeFrom="paragraph">
                  <wp:posOffset>217170</wp:posOffset>
                </wp:positionV>
                <wp:extent cx="1885950" cy="419100"/>
                <wp:effectExtent l="0" t="0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429F9" w:rsidRPr="00396832" w:rsidRDefault="004429F9" w:rsidP="004429F9">
                            <w:pPr>
                              <w:rPr>
                                <w:rFonts w:ascii="仿宋_GB2312" w:eastAsia="仿宋_GB2312" w:hAnsi="华文中宋"/>
                                <w:b/>
                                <w:sz w:val="32"/>
                                <w:szCs w:val="32"/>
                              </w:rPr>
                            </w:pPr>
                            <w:r w:rsidRPr="00396832">
                              <w:rPr>
                                <w:rFonts w:ascii="仿宋_GB2312" w:eastAsia="仿宋_GB2312" w:hAnsi="华文中宋" w:hint="eastAsia"/>
                                <w:sz w:val="32"/>
                                <w:szCs w:val="32"/>
                              </w:rPr>
                              <w:t>第</w:t>
                            </w:r>
                            <w:r>
                              <w:rPr>
                                <w:rFonts w:ascii="仿宋_GB2312" w:eastAsia="仿宋_GB2312" w:hAnsi="华文中宋" w:hint="eastAsia"/>
                                <w:b/>
                                <w:sz w:val="32"/>
                                <w:szCs w:val="32"/>
                              </w:rPr>
                              <w:t>2021</w:t>
                            </w:r>
                            <w:r w:rsidRPr="00396832">
                              <w:rPr>
                                <w:rFonts w:ascii="仿宋_GB2312" w:eastAsia="仿宋_GB2312" w:hAnsi="华文中宋" w:hint="eastAsia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仿宋_GB2312" w:eastAsia="仿宋_GB2312" w:hAnsi="华文中宋" w:hint="eastAsia"/>
                                <w:b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396832">
                              <w:rPr>
                                <w:rFonts w:ascii="仿宋_GB2312" w:eastAsia="仿宋_GB2312" w:hAnsi="华文中宋" w:hint="eastAsia"/>
                                <w:sz w:val="32"/>
                                <w:szCs w:val="32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1" o:spid="_x0000_s1030" type="#_x0000_t202" style="position:absolute;left:0;text-align:left;margin-left:288.75pt;margin-top:17.1pt;width:148.5pt;height:3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" stroked="f">
                <v:textbox>
                  <w:txbxContent>
                    <w:p w:rsidR="004429F9" w:rsidRPr="00396832" w:rsidRDefault="004429F9" w:rsidP="004429F9">
                      <w:pPr>
                        <w:rPr>
                          <w:rFonts w:ascii="仿宋_GB2312" w:eastAsia="仿宋_GB2312" w:hAnsi="华文中宋"/>
                          <w:b/>
                          <w:sz w:val="32"/>
                          <w:szCs w:val="32"/>
                        </w:rPr>
                      </w:pPr>
                      <w:r w:rsidRPr="00396832">
                        <w:rPr>
                          <w:rFonts w:ascii="仿宋_GB2312" w:eastAsia="仿宋_GB2312" w:hAnsi="华文中宋" w:hint="eastAsia"/>
                          <w:sz w:val="32"/>
                          <w:szCs w:val="32"/>
                        </w:rPr>
                        <w:t>第</w:t>
                      </w:r>
                      <w:r>
                        <w:rPr>
                          <w:rFonts w:ascii="仿宋_GB2312" w:eastAsia="仿宋_GB2312" w:hAnsi="华文中宋" w:hint="eastAsia"/>
                          <w:b/>
                          <w:sz w:val="32"/>
                          <w:szCs w:val="32"/>
                        </w:rPr>
                        <w:t>2021</w:t>
                      </w:r>
                      <w:r w:rsidRPr="00396832">
                        <w:rPr>
                          <w:rFonts w:ascii="仿宋_GB2312" w:eastAsia="仿宋_GB2312" w:hAnsi="华文中宋" w:hint="eastAsia"/>
                          <w:b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仿宋_GB2312" w:eastAsia="仿宋_GB2312" w:hAnsi="华文中宋" w:hint="eastAsia"/>
                          <w:b/>
                          <w:sz w:val="32"/>
                          <w:szCs w:val="32"/>
                        </w:rPr>
                        <w:t xml:space="preserve">     </w:t>
                      </w:r>
                      <w:r w:rsidRPr="00396832">
                        <w:rPr>
                          <w:rFonts w:ascii="仿宋_GB2312" w:eastAsia="仿宋_GB2312" w:hAnsi="华文中宋" w:hint="eastAsia"/>
                          <w:sz w:val="32"/>
                          <w:szCs w:val="32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476B5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-104776</wp:posOffset>
                </wp:positionH>
                <wp:positionV relativeFrom="paragraph">
                  <wp:posOffset>139065</wp:posOffset>
                </wp:positionV>
                <wp:extent cx="5762625" cy="3905250"/>
                <wp:effectExtent l="0" t="0" r="28575" b="1905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390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813C2C" w:rsidRDefault="00813C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10" o:spid="_x0000_s1031" type="#_x0000_t202" style="position:absolute;left:0;text-align:left;margin-left:-8.25pt;margin-top:10.95pt;width:453.75pt;height:307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">
                <v:textbox>
                  <w:txbxContent>
                    <w:p w:rsidR="00813C2C" w:rsidRDefault="00813C2C"/>
                  </w:txbxContent>
                </v:textbox>
              </v:shape>
            </w:pict>
          </mc:Fallback>
        </mc:AlternateContent>
      </w:r>
    </w:p>
    <w:p w:rsidR="00813C2C" w:rsidRDefault="00476B56">
      <w:pPr>
        <w:rPr>
          <w:sz w:val="44"/>
          <w:szCs w:val="44"/>
        </w:rPr>
      </w:pPr>
      <w:r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354330</wp:posOffset>
                </wp:positionV>
                <wp:extent cx="5610225" cy="3160395"/>
                <wp:effectExtent l="0" t="0" r="9525" b="190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3160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13C2C" w:rsidRPr="004429F9" w:rsidRDefault="00476B56" w:rsidP="004429F9">
                            <w:pPr>
                              <w:spacing w:line="360" w:lineRule="auto"/>
                              <w:ind w:leftChars="50" w:left="105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     (</w:t>
                            </w:r>
                            <w:proofErr w:type="gramStart"/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填接受</w:t>
                            </w:r>
                            <w:proofErr w:type="gramEnd"/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单位名称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)                </w:t>
                            </w:r>
                            <w:r w:rsidR="00D26C1C" w:rsidRPr="004429F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  <w:p w:rsidR="00813C2C" w:rsidRPr="004429F9" w:rsidRDefault="002D3BC5" w:rsidP="004429F9">
                            <w:pPr>
                              <w:spacing w:line="360" w:lineRule="auto"/>
                              <w:ind w:leftChars="50" w:left="105" w:firstLineChars="200" w:firstLine="560"/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</w:pP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兹</w:t>
                            </w:r>
                            <w:r w:rsidR="00476B56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介绍</w:t>
                            </w:r>
                            <w:r w:rsidR="00396832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共青</w:t>
                            </w:r>
                            <w:r w:rsidR="009229C7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团员</w:t>
                            </w:r>
                            <w:r w:rsidR="00476B56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 w:rsidR="00476B56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同志由</w:t>
                            </w:r>
                            <w:r w:rsid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9229C7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常州工学院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476B56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去</w:t>
                            </w:r>
                            <w:r w:rsidR="00476B56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   (</w:t>
                            </w:r>
                            <w:proofErr w:type="gramStart"/>
                            <w:r w:rsidR="00476B56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填接受</w:t>
                            </w:r>
                            <w:proofErr w:type="gramEnd"/>
                            <w:r w:rsidR="00476B56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单位名称</w:t>
                            </w:r>
                            <w:r w:rsidR="00476B56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)        </w:t>
                            </w:r>
                            <w:r w:rsidR="00476B56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，请接转组织关系。</w:t>
                            </w:r>
                          </w:p>
                          <w:p w:rsidR="009811A8" w:rsidRPr="004429F9" w:rsidRDefault="009811A8" w:rsidP="004429F9">
                            <w:pPr>
                              <w:spacing w:line="360" w:lineRule="auto"/>
                              <w:ind w:leftChars="50" w:left="105" w:firstLineChars="200" w:firstLine="560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6B308D" w:rsidRPr="004429F9" w:rsidRDefault="009811A8" w:rsidP="004429F9">
                            <w:pPr>
                              <w:spacing w:line="360" w:lineRule="auto"/>
                              <w:ind w:leftChars="50" w:left="105" w:firstLineChars="200" w:firstLine="560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团费已交至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2021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年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  <w:r w:rsidR="00A474EA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月</w:t>
                            </w:r>
                          </w:p>
                          <w:p w:rsidR="00813C2C" w:rsidRPr="004429F9" w:rsidRDefault="006B308D">
                            <w:pPr>
                              <w:jc w:val="right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共青团常州工学院委员会</w:t>
                            </w:r>
                          </w:p>
                          <w:p w:rsidR="00813C2C" w:rsidRPr="004429F9" w:rsidRDefault="00476B56" w:rsidP="0095235B">
                            <w:pPr>
                              <w:wordWrap w:val="0"/>
                              <w:jc w:val="right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20</w:t>
                            </w:r>
                            <w:r w:rsidR="00396832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="00C5284F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1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年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B308D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月</w:t>
                            </w:r>
                            <w:r w:rsidR="0025365E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日</w:t>
                            </w:r>
                            <w:r w:rsidR="0095235B" w:rsidRPr="004429F9">
                              <w:rPr>
                                <w:rFonts w:ascii="Times New Roman" w:eastAsia="仿宋_GB2312" w:hAnsi="Times New Roman" w:cs="Times New Roman" w:hint="eastAsia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813C2C" w:rsidRPr="004429F9" w:rsidRDefault="00476B56" w:rsidP="00974140">
                            <w:pPr>
                              <w:spacing w:line="360" w:lineRule="auto"/>
                              <w:ind w:leftChars="50" w:left="105" w:firstLineChars="200" w:firstLine="560"/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（有效期</w:t>
                            </w:r>
                            <w:r w:rsidR="009D4D3A"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9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0</w:t>
                            </w:r>
                            <w:r w:rsidRPr="004429F9">
                              <w:rPr>
                                <w:rFonts w:ascii="Times New Roman" w:eastAsia="仿宋_GB2312" w:hAnsi="Times New Roman" w:cs="Times New Roman"/>
                                <w:sz w:val="28"/>
                                <w:szCs w:val="28"/>
                              </w:rPr>
                              <w:t>天）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8" o:spid="_x0000_s1032" type="#_x0000_t202" style="position:absolute;left:0;text-align:left;margin-left:0;margin-top:27.9pt;width:441.75pt;height:248.8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" stroked="f">
                <v:textbox>
                  <w:txbxContent>
                    <w:p w:rsidR="00813C2C" w:rsidRPr="004429F9" w:rsidRDefault="00476B56" w:rsidP="004429F9">
                      <w:pPr>
                        <w:spacing w:line="360" w:lineRule="auto"/>
                        <w:ind w:leftChars="50" w:left="105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     (</w:t>
                      </w:r>
                      <w:proofErr w:type="gramStart"/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填接受</w:t>
                      </w:r>
                      <w:proofErr w:type="gramEnd"/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单位名称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)                </w:t>
                      </w:r>
                      <w:r w:rsidR="00D26C1C" w:rsidRPr="004429F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>：</w:t>
                      </w:r>
                    </w:p>
                    <w:p w:rsidR="00813C2C" w:rsidRPr="004429F9" w:rsidRDefault="002D3BC5" w:rsidP="004429F9">
                      <w:pPr>
                        <w:spacing w:line="360" w:lineRule="auto"/>
                        <w:ind w:leftChars="50" w:left="105" w:firstLineChars="200" w:firstLine="560"/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</w:pP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兹</w:t>
                      </w:r>
                      <w:r w:rsidR="00476B56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介绍</w:t>
                      </w:r>
                      <w:r w:rsidR="00396832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共青</w:t>
                      </w:r>
                      <w:r w:rsidR="009229C7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团员</w:t>
                      </w:r>
                      <w:r w:rsidR="00476B56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 w:rsidR="00476B56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同志由</w:t>
                      </w:r>
                      <w:r w:rsid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9229C7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常州工学院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476B56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去</w:t>
                      </w:r>
                      <w:r w:rsidR="00476B56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    (</w:t>
                      </w:r>
                      <w:proofErr w:type="gramStart"/>
                      <w:r w:rsidR="00476B56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填接受</w:t>
                      </w:r>
                      <w:proofErr w:type="gramEnd"/>
                      <w:r w:rsidR="00476B56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>单位名称</w:t>
                      </w:r>
                      <w:r w:rsidR="00476B56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  <w:u w:val="single"/>
                        </w:rPr>
                        <w:t xml:space="preserve">)        </w:t>
                      </w:r>
                      <w:r w:rsidR="00476B56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，请接转组织关系。</w:t>
                      </w:r>
                    </w:p>
                    <w:p w:rsidR="009811A8" w:rsidRPr="004429F9" w:rsidRDefault="009811A8" w:rsidP="004429F9">
                      <w:pPr>
                        <w:spacing w:line="360" w:lineRule="auto"/>
                        <w:ind w:leftChars="50" w:left="105" w:firstLineChars="200" w:firstLine="560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</w:p>
                    <w:p w:rsidR="006B308D" w:rsidRPr="004429F9" w:rsidRDefault="009811A8" w:rsidP="004429F9">
                      <w:pPr>
                        <w:spacing w:line="360" w:lineRule="auto"/>
                        <w:ind w:leftChars="50" w:left="105" w:firstLineChars="200" w:firstLine="560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团费已交至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2021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年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6</w:t>
                      </w:r>
                      <w:r w:rsidR="00A474EA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月</w:t>
                      </w:r>
                    </w:p>
                    <w:p w:rsidR="00813C2C" w:rsidRPr="004429F9" w:rsidRDefault="006B308D">
                      <w:pPr>
                        <w:jc w:val="right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共青团常州工学院委员会</w:t>
                      </w:r>
                    </w:p>
                    <w:p w:rsidR="00813C2C" w:rsidRPr="004429F9" w:rsidRDefault="00476B56" w:rsidP="0095235B">
                      <w:pPr>
                        <w:wordWrap w:val="0"/>
                        <w:jc w:val="right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20</w:t>
                      </w:r>
                      <w:r w:rsidR="00396832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2</w:t>
                      </w:r>
                      <w:r w:rsidR="00C5284F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1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年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6B308D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6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月</w:t>
                      </w:r>
                      <w:r w:rsidR="0025365E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日</w:t>
                      </w:r>
                      <w:r w:rsidR="0095235B" w:rsidRPr="004429F9">
                        <w:rPr>
                          <w:rFonts w:ascii="Times New Roman" w:eastAsia="仿宋_GB2312" w:hAnsi="Times New Roman" w:cs="Times New Roman" w:hint="eastAsia"/>
                          <w:sz w:val="28"/>
                          <w:szCs w:val="28"/>
                        </w:rPr>
                        <w:t xml:space="preserve">   </w:t>
                      </w:r>
                    </w:p>
                    <w:p w:rsidR="00813C2C" w:rsidRPr="004429F9" w:rsidRDefault="00476B56" w:rsidP="00974140">
                      <w:pPr>
                        <w:spacing w:line="360" w:lineRule="auto"/>
                        <w:ind w:leftChars="50" w:left="105" w:firstLineChars="200" w:firstLine="560"/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</w:pP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（有效期</w:t>
                      </w:r>
                      <w:r w:rsidR="009D4D3A"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9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0</w:t>
                      </w:r>
                      <w:r w:rsidRPr="004429F9">
                        <w:rPr>
                          <w:rFonts w:ascii="Times New Roman" w:eastAsia="仿宋_GB2312" w:hAnsi="Times New Roman" w:cs="Times New Roman"/>
                          <w:sz w:val="28"/>
                          <w:szCs w:val="28"/>
                        </w:rPr>
                        <w:t>天）</w:t>
                      </w:r>
                    </w:p>
                  </w:txbxContent>
                </v:textbox>
              </v:shape>
            </w:pict>
          </mc:Fallback>
        </mc:AlternateContent>
      </w:r>
    </w:p>
    <w:p w:rsidR="00813C2C" w:rsidRDefault="00813C2C">
      <w:pPr>
        <w:rPr>
          <w:sz w:val="44"/>
          <w:szCs w:val="44"/>
        </w:rPr>
      </w:pPr>
    </w:p>
    <w:p w:rsidR="00813C2C" w:rsidRDefault="00813C2C">
      <w:pPr>
        <w:rPr>
          <w:sz w:val="44"/>
          <w:szCs w:val="44"/>
        </w:rPr>
      </w:pPr>
    </w:p>
    <w:p w:rsidR="00813C2C" w:rsidRDefault="00813C2C">
      <w:pPr>
        <w:rPr>
          <w:sz w:val="44"/>
          <w:szCs w:val="44"/>
        </w:rPr>
      </w:pPr>
    </w:p>
    <w:p w:rsidR="00813C2C" w:rsidRDefault="00813C2C">
      <w:pPr>
        <w:rPr>
          <w:sz w:val="44"/>
          <w:szCs w:val="44"/>
        </w:rPr>
      </w:pPr>
    </w:p>
    <w:p w:rsidR="00813C2C" w:rsidRDefault="00476B56">
      <w:pPr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</w:t>
      </w:r>
    </w:p>
    <w:p w:rsidR="00813C2C" w:rsidRDefault="00813C2C">
      <w:pPr>
        <w:rPr>
          <w:sz w:val="44"/>
          <w:szCs w:val="44"/>
        </w:rPr>
      </w:pPr>
      <w:bookmarkStart w:id="0" w:name="_GoBack"/>
      <w:bookmarkEnd w:id="0"/>
    </w:p>
    <w:p w:rsidR="00813C2C" w:rsidRDefault="00813C2C">
      <w:pPr>
        <w:rPr>
          <w:sz w:val="44"/>
          <w:szCs w:val="44"/>
        </w:rPr>
      </w:pPr>
    </w:p>
    <w:p w:rsidR="00813C2C" w:rsidRDefault="00813C2C"/>
    <w:sectPr w:rsidR="00813C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C3A" w:rsidRDefault="00876C3A" w:rsidP="00A27854">
      <w:r>
        <w:separator/>
      </w:r>
    </w:p>
  </w:endnote>
  <w:endnote w:type="continuationSeparator" w:id="0">
    <w:p w:rsidR="00876C3A" w:rsidRDefault="00876C3A" w:rsidP="00A27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C3A" w:rsidRDefault="00876C3A" w:rsidP="00A27854">
      <w:r>
        <w:separator/>
      </w:r>
    </w:p>
  </w:footnote>
  <w:footnote w:type="continuationSeparator" w:id="0">
    <w:p w:rsidR="00876C3A" w:rsidRDefault="00876C3A" w:rsidP="00A27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C7476"/>
    <w:rsid w:val="0003396B"/>
    <w:rsid w:val="0021557F"/>
    <w:rsid w:val="0025365E"/>
    <w:rsid w:val="002D3BC5"/>
    <w:rsid w:val="003828D7"/>
    <w:rsid w:val="00396832"/>
    <w:rsid w:val="004429F9"/>
    <w:rsid w:val="00476B56"/>
    <w:rsid w:val="004A63B3"/>
    <w:rsid w:val="006B308D"/>
    <w:rsid w:val="00813C2C"/>
    <w:rsid w:val="00876C3A"/>
    <w:rsid w:val="009229C7"/>
    <w:rsid w:val="0095235B"/>
    <w:rsid w:val="00974140"/>
    <w:rsid w:val="009811A8"/>
    <w:rsid w:val="009D4D3A"/>
    <w:rsid w:val="00A27854"/>
    <w:rsid w:val="00A474EA"/>
    <w:rsid w:val="00C23C90"/>
    <w:rsid w:val="00C5284F"/>
    <w:rsid w:val="00D26C1C"/>
    <w:rsid w:val="00E90389"/>
    <w:rsid w:val="00F449A5"/>
    <w:rsid w:val="00F62AEE"/>
    <w:rsid w:val="5D5C747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78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7854"/>
    <w:rPr>
      <w:kern w:val="2"/>
      <w:sz w:val="18"/>
      <w:szCs w:val="18"/>
    </w:rPr>
  </w:style>
  <w:style w:type="paragraph" w:styleId="a4">
    <w:name w:val="footer"/>
    <w:basedOn w:val="a"/>
    <w:link w:val="Char0"/>
    <w:rsid w:val="00A278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2785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78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7854"/>
    <w:rPr>
      <w:kern w:val="2"/>
      <w:sz w:val="18"/>
      <w:szCs w:val="18"/>
    </w:rPr>
  </w:style>
  <w:style w:type="paragraph" w:styleId="a4">
    <w:name w:val="footer"/>
    <w:basedOn w:val="a"/>
    <w:link w:val="Char0"/>
    <w:rsid w:val="00A278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2785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46</TotalTime>
  <Pages>1</Pages>
  <Words>16</Words>
  <Characters>94</Characters>
  <Application>Microsoft Office Word</Application>
  <DocSecurity>0</DocSecurity>
  <Lines>1</Lines>
  <Paragraphs>1</Paragraphs>
  <ScaleCrop>false</ScaleCrop>
  <Company>China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共青团常州工学院委员会</cp:lastModifiedBy>
  <cp:revision>21</cp:revision>
  <dcterms:created xsi:type="dcterms:W3CDTF">2019-11-14T06:38:00Z</dcterms:created>
  <dcterms:modified xsi:type="dcterms:W3CDTF">2021-06-05T01:05:00Z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